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6B" w:rsidRDefault="00BB036B" w:rsidP="00BC6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24F">
        <w:rPr>
          <w:rFonts w:ascii="Times New Roman" w:hAnsi="Times New Roman" w:cs="Times New Roman"/>
          <w:b/>
          <w:bCs/>
          <w:sz w:val="28"/>
          <w:szCs w:val="28"/>
        </w:rPr>
        <w:t>Adding the Game Environment to a JCreator Project</w:t>
      </w:r>
    </w:p>
    <w:p w:rsidR="00BB036B" w:rsidRPr="00FD024F" w:rsidRDefault="00BB036B" w:rsidP="00BC6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36B" w:rsidRPr="0024693F" w:rsidRDefault="00BB036B" w:rsidP="00FD02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Method 1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4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Copy 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bCs/>
          <w:sz w:val="24"/>
          <w:szCs w:val="24"/>
        </w:rPr>
        <w:t>JCreator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 xml:space="preserve"> Project Template</w:t>
      </w:r>
    </w:p>
    <w:p w:rsidR="00BB036B" w:rsidRPr="00A66D8B" w:rsidRDefault="00BB036B" w:rsidP="00A66D8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>Create a folder.</w:t>
      </w:r>
    </w:p>
    <w:p w:rsidR="00BB036B" w:rsidRPr="00A66D8B" w:rsidRDefault="00BB036B" w:rsidP="00A66D8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 xml:space="preserve">Copy the project JCreator project JCGameTemplate7 located in the Game Environment\IDE Tools\JCreator subfolder on the </w:t>
      </w:r>
      <w:smartTag w:uri="urn:schemas-microsoft-com:office:smarttags" w:element="stockticker">
        <w:r w:rsidRPr="00A66D8B">
          <w:rPr>
            <w:rFonts w:ascii="Times New Roman" w:hAnsi="Times New Roman" w:cs="Times New Roman"/>
            <w:sz w:val="24"/>
            <w:szCs w:val="24"/>
          </w:rPr>
          <w:t>DVD</w:t>
        </w:r>
      </w:smartTag>
      <w:r w:rsidRPr="00A66D8B">
        <w:rPr>
          <w:rFonts w:ascii="Times New Roman" w:hAnsi="Times New Roman" w:cs="Times New Roman"/>
          <w:sz w:val="24"/>
          <w:szCs w:val="24"/>
        </w:rPr>
        <w:t xml:space="preserve"> that accompanies this textbook. Paste it into the folder created in Step 1.</w:t>
      </w:r>
    </w:p>
    <w:p w:rsidR="00BB036B" w:rsidRPr="00A66D8B" w:rsidRDefault="00BB036B" w:rsidP="00A66D8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>Open the project JCGameTemplate7, and add the program specific code to it.</w:t>
      </w:r>
    </w:p>
    <w:p w:rsidR="00BB036B" w:rsidRPr="00A66D8B" w:rsidRDefault="00BB036B" w:rsidP="00A66D8B">
      <w:pPr>
        <w:rPr>
          <w:rFonts w:ascii="Times New Roman" w:hAnsi="Times New Roman" w:cs="Times New Roman"/>
          <w:sz w:val="24"/>
          <w:szCs w:val="24"/>
        </w:rPr>
      </w:pPr>
    </w:p>
    <w:p w:rsidR="00BB036B" w:rsidRPr="0024693F" w:rsidRDefault="00BB036B" w:rsidP="00FD024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4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Method 2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 xml:space="preserve">: Add the game environment </w:t>
      </w:r>
      <w:r>
        <w:rPr>
          <w:rFonts w:ascii="Times New Roman" w:hAnsi="Times New Roman" w:cs="Times New Roman"/>
          <w:b/>
          <w:bCs/>
          <w:sz w:val="24"/>
          <w:szCs w:val="24"/>
        </w:rPr>
        <w:t>package to the classes folder of a new JCreator project</w:t>
      </w:r>
    </w:p>
    <w:p w:rsidR="00BB036B" w:rsidRPr="00A66D8B" w:rsidRDefault="00BB036B" w:rsidP="00A66D8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>Create a JCreator project</w:t>
      </w:r>
    </w:p>
    <w:p w:rsidR="00BB036B" w:rsidRPr="00A66D8B" w:rsidRDefault="00BB036B" w:rsidP="00A66D8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>Copy and paste the folder edu (i.e., the package edu.sjcny.gpv1) into the project's class</w:t>
      </w:r>
      <w:r>
        <w:rPr>
          <w:rFonts w:ascii="Times New Roman" w:hAnsi="Times New Roman" w:cs="Times New Roman"/>
          <w:sz w:val="24"/>
          <w:szCs w:val="24"/>
        </w:rPr>
        <w:t>es</w:t>
      </w:r>
      <w:r w:rsidRPr="00A66D8B">
        <w:rPr>
          <w:rFonts w:ascii="Times New Roman" w:hAnsi="Times New Roman" w:cs="Times New Roman"/>
          <w:sz w:val="24"/>
          <w:szCs w:val="24"/>
        </w:rPr>
        <w:t xml:space="preserve"> folder.</w:t>
      </w:r>
    </w:p>
    <w:p w:rsidR="00BB036B" w:rsidRPr="00A66D8B" w:rsidRDefault="00BB036B" w:rsidP="00A66D8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 xml:space="preserve">Include the following import statement in the application: </w:t>
      </w:r>
    </w:p>
    <w:p w:rsidR="00BB036B" w:rsidRPr="00D55708" w:rsidRDefault="00BB036B" w:rsidP="00A66D8B">
      <w:pPr>
        <w:spacing w:after="0" w:line="240" w:lineRule="auto"/>
        <w:ind w:left="360"/>
        <w:rPr>
          <w:rFonts w:ascii="Courier New" w:hAnsi="Courier New" w:cs="Courier New"/>
        </w:rPr>
      </w:pPr>
    </w:p>
    <w:p w:rsidR="00BB036B" w:rsidRPr="00AA48F0" w:rsidRDefault="00BB036B" w:rsidP="00A66D8B">
      <w:pPr>
        <w:ind w:left="360"/>
        <w:rPr>
          <w:rFonts w:ascii="Courier New" w:hAnsi="Courier New" w:cs="Courier New"/>
        </w:rPr>
      </w:pPr>
      <w:r>
        <w:t xml:space="preserve">                          </w:t>
      </w:r>
      <w:r w:rsidRPr="00D55708">
        <w:rPr>
          <w:rFonts w:ascii="Courier New" w:hAnsi="Courier New" w:cs="Courier New"/>
          <w:b/>
          <w:bCs/>
          <w:color w:val="0000FF"/>
        </w:rPr>
        <w:t>import</w:t>
      </w:r>
      <w:r w:rsidRPr="00D55708">
        <w:rPr>
          <w:rFonts w:ascii="Courier New" w:hAnsi="Courier New" w:cs="Courier New"/>
        </w:rPr>
        <w:t xml:space="preserve"> edu.sjcny.gpv1.*;</w:t>
      </w:r>
      <w:r w:rsidRPr="00AA48F0">
        <w:rPr>
          <w:rFonts w:ascii="Courier New" w:hAnsi="Courier New" w:cs="Courier New"/>
        </w:rPr>
        <w:t xml:space="preserve"> </w:t>
      </w:r>
    </w:p>
    <w:p w:rsidR="00BB036B" w:rsidRPr="00BC6787" w:rsidRDefault="00BB036B" w:rsidP="00BC678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B036B" w:rsidRPr="00BC6787" w:rsidSect="00236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40F1"/>
    <w:multiLevelType w:val="hybridMultilevel"/>
    <w:tmpl w:val="479206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970DE4"/>
    <w:multiLevelType w:val="hybridMultilevel"/>
    <w:tmpl w:val="289C5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787"/>
    <w:rsid w:val="00236292"/>
    <w:rsid w:val="0024693F"/>
    <w:rsid w:val="0042496C"/>
    <w:rsid w:val="004252FF"/>
    <w:rsid w:val="00447B4E"/>
    <w:rsid w:val="00487EC7"/>
    <w:rsid w:val="00516FCF"/>
    <w:rsid w:val="00657748"/>
    <w:rsid w:val="00836A5A"/>
    <w:rsid w:val="009A49B6"/>
    <w:rsid w:val="00A66D8B"/>
    <w:rsid w:val="00AA48F0"/>
    <w:rsid w:val="00B034E6"/>
    <w:rsid w:val="00BB036B"/>
    <w:rsid w:val="00BC6787"/>
    <w:rsid w:val="00D55708"/>
    <w:rsid w:val="00D91A98"/>
    <w:rsid w:val="00E337D3"/>
    <w:rsid w:val="00F35CE4"/>
    <w:rsid w:val="00F6746E"/>
    <w:rsid w:val="00FD0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29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67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107</Words>
  <Characters>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Adding the Game Environment to a JCreator Project</dc:title>
  <dc:subject/>
  <dc:creator>Bill</dc:creator>
  <cp:keywords/>
  <dc:description/>
  <cp:lastModifiedBy>Gretchen Owens</cp:lastModifiedBy>
  <cp:revision>4</cp:revision>
  <dcterms:created xsi:type="dcterms:W3CDTF">2014-01-16T22:16:00Z</dcterms:created>
  <dcterms:modified xsi:type="dcterms:W3CDTF">2014-03-11T02:10:00Z</dcterms:modified>
</cp:coreProperties>
</file>